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DB" w:rsidRDefault="006525DB" w:rsidP="00695A0B">
      <w:pPr>
        <w:jc w:val="right"/>
      </w:pPr>
      <w:r>
        <w:t>2012</w:t>
      </w:r>
      <w:r>
        <w:rPr>
          <w:rFonts w:hint="eastAsia"/>
        </w:rPr>
        <w:t>年</w:t>
      </w:r>
      <w:r>
        <w:t>8</w:t>
      </w:r>
      <w:r>
        <w:rPr>
          <w:rFonts w:hint="eastAsia"/>
        </w:rPr>
        <w:t>月</w:t>
      </w:r>
      <w:r>
        <w:t>13</w:t>
      </w:r>
      <w:r>
        <w:rPr>
          <w:rFonts w:hint="eastAsia"/>
        </w:rPr>
        <w:t>日</w:t>
      </w:r>
    </w:p>
    <w:p w:rsidR="006525DB" w:rsidRDefault="006525DB">
      <w:r>
        <w:t>SIPS MP-T</w:t>
      </w:r>
      <w:r>
        <w:rPr>
          <w:rFonts w:hint="eastAsia"/>
        </w:rPr>
        <w:t xml:space="preserve">　運営委員　各位</w:t>
      </w:r>
    </w:p>
    <w:p w:rsidR="006525DB" w:rsidRDefault="006525DB" w:rsidP="00695A0B">
      <w:pPr>
        <w:jc w:val="right"/>
      </w:pPr>
      <w:r>
        <w:rPr>
          <w:rFonts w:hint="eastAsia"/>
        </w:rPr>
        <w:t>（株）データ･アプリケーション</w:t>
      </w:r>
    </w:p>
    <w:p w:rsidR="006525DB" w:rsidRDefault="006525DB" w:rsidP="00695A0B">
      <w:pPr>
        <w:jc w:val="right"/>
      </w:pPr>
      <w:r>
        <w:rPr>
          <w:rFonts w:hint="eastAsia"/>
        </w:rPr>
        <w:t>藤野　裕司</w:t>
      </w:r>
    </w:p>
    <w:p w:rsidR="006525DB" w:rsidRPr="0013369B" w:rsidRDefault="006525DB" w:rsidP="0013369B">
      <w:pPr>
        <w:jc w:val="center"/>
        <w:rPr>
          <w:sz w:val="24"/>
        </w:rPr>
      </w:pPr>
      <w:r w:rsidRPr="0013369B">
        <w:rPr>
          <w:sz w:val="24"/>
        </w:rPr>
        <w:t>8</w:t>
      </w:r>
      <w:r w:rsidRPr="0013369B">
        <w:rPr>
          <w:rFonts w:hint="eastAsia"/>
          <w:sz w:val="24"/>
        </w:rPr>
        <w:t>月</w:t>
      </w:r>
      <w:r w:rsidRPr="0013369B">
        <w:rPr>
          <w:sz w:val="24"/>
        </w:rPr>
        <w:t>8</w:t>
      </w:r>
      <w:r w:rsidRPr="0013369B">
        <w:rPr>
          <w:rFonts w:hint="eastAsia"/>
          <w:sz w:val="24"/>
        </w:rPr>
        <w:t xml:space="preserve">日（水）午後　</w:t>
      </w:r>
      <w:r w:rsidRPr="0013369B">
        <w:rPr>
          <w:sz w:val="24"/>
        </w:rPr>
        <w:t>SIPS MP-T</w:t>
      </w:r>
      <w:r w:rsidRPr="0013369B">
        <w:rPr>
          <w:rFonts w:hint="eastAsia"/>
          <w:sz w:val="24"/>
        </w:rPr>
        <w:t>運営委員会　議事メモ</w:t>
      </w:r>
    </w:p>
    <w:p w:rsidR="006525DB" w:rsidRDefault="006525DB"/>
    <w:p w:rsidR="006525DB" w:rsidRDefault="006525DB" w:rsidP="0013369B">
      <w:r>
        <w:rPr>
          <w:rFonts w:hint="eastAsia"/>
        </w:rPr>
        <w:t>１．</w:t>
      </w:r>
      <w:r>
        <w:t>MP-T</w:t>
      </w:r>
      <w:r>
        <w:rPr>
          <w:rFonts w:hint="eastAsia"/>
        </w:rPr>
        <w:t>で検討すべき内容</w:t>
      </w:r>
    </w:p>
    <w:p w:rsidR="006525DB" w:rsidRDefault="006525DB" w:rsidP="0013369B"/>
    <w:p w:rsidR="006525DB" w:rsidRDefault="006525DB" w:rsidP="0013369B">
      <w:r>
        <w:t>(1)IT</w:t>
      </w:r>
      <w:r>
        <w:rPr>
          <w:rFonts w:hint="eastAsia"/>
        </w:rPr>
        <w:t>ベンダー各社のビジネスチャンス</w:t>
      </w:r>
    </w:p>
    <w:p w:rsidR="006525DB" w:rsidRDefault="006525DB" w:rsidP="0013369B">
      <w:r>
        <w:rPr>
          <w:rFonts w:hint="eastAsia"/>
        </w:rPr>
        <w:t xml:space="preserve">　＊どんなビジネスをしたいのか？　→　希望を聞く</w:t>
      </w:r>
    </w:p>
    <w:p w:rsidR="006525DB" w:rsidRDefault="006525DB" w:rsidP="0013369B">
      <w:r>
        <w:rPr>
          <w:rFonts w:hint="eastAsia"/>
        </w:rPr>
        <w:t xml:space="preserve">　＊具体的にどのようなソリューションやサービスが考えられるか？</w:t>
      </w:r>
    </w:p>
    <w:p w:rsidR="006525DB" w:rsidRDefault="006525DB" w:rsidP="0013369B">
      <w:r>
        <w:rPr>
          <w:rFonts w:hint="eastAsia"/>
        </w:rPr>
        <w:t xml:space="preserve">　　・企業向け</w:t>
      </w:r>
      <w:r>
        <w:t>EDI</w:t>
      </w:r>
      <w:r>
        <w:rPr>
          <w:rFonts w:hint="eastAsia"/>
        </w:rPr>
        <w:t>の</w:t>
      </w:r>
      <w:r>
        <w:t>SI</w:t>
      </w:r>
    </w:p>
    <w:p w:rsidR="006525DB" w:rsidRDefault="006525DB" w:rsidP="0013369B">
      <w:r>
        <w:rPr>
          <w:rFonts w:hint="eastAsia"/>
        </w:rPr>
        <w:t xml:space="preserve">　　・ソリューション／サービス提供（</w:t>
      </w:r>
      <w:r>
        <w:t>SIer</w:t>
      </w:r>
      <w:r>
        <w:rPr>
          <w:rFonts w:hint="eastAsia"/>
        </w:rPr>
        <w:t>、</w:t>
      </w:r>
      <w:r>
        <w:t>VAN/ASP</w:t>
      </w:r>
      <w:r>
        <w:rPr>
          <w:rFonts w:hint="eastAsia"/>
        </w:rPr>
        <w:t>）</w:t>
      </w:r>
    </w:p>
    <w:p w:rsidR="006525DB" w:rsidRDefault="006525DB" w:rsidP="0013369B">
      <w:r>
        <w:rPr>
          <w:rFonts w:hint="eastAsia"/>
        </w:rPr>
        <w:t xml:space="preserve">　　・パッケージ販売（企業向け、</w:t>
      </w:r>
      <w:r>
        <w:t>VAN/ASP</w:t>
      </w:r>
      <w:r>
        <w:rPr>
          <w:rFonts w:hint="eastAsia"/>
        </w:rPr>
        <w:t>向け）</w:t>
      </w:r>
    </w:p>
    <w:p w:rsidR="006525DB" w:rsidRDefault="006525DB" w:rsidP="0013369B">
      <w:r>
        <w:rPr>
          <w:rFonts w:hint="eastAsia"/>
        </w:rPr>
        <w:t xml:space="preserve">　　・</w:t>
      </w:r>
      <w:r>
        <w:t>EDI</w:t>
      </w:r>
      <w:r>
        <w:rPr>
          <w:rFonts w:hint="eastAsia"/>
        </w:rPr>
        <w:t>のアウトソーシング（委託企業の顔をした一括丸抱え）</w:t>
      </w:r>
    </w:p>
    <w:p w:rsidR="006525DB" w:rsidRDefault="006525DB" w:rsidP="0013369B">
      <w:r>
        <w:rPr>
          <w:rFonts w:hint="eastAsia"/>
        </w:rPr>
        <w:t xml:space="preserve">　＊想定するビジネス対象</w:t>
      </w:r>
    </w:p>
    <w:p w:rsidR="006525DB" w:rsidRDefault="006525DB" w:rsidP="0013369B">
      <w:r>
        <w:rPr>
          <w:rFonts w:hint="eastAsia"/>
        </w:rPr>
        <w:t xml:space="preserve">　　①海外進出を狙う国内企業のサポート</w:t>
      </w:r>
    </w:p>
    <w:p w:rsidR="006525DB" w:rsidRDefault="006525DB" w:rsidP="0013369B">
      <w:r>
        <w:rPr>
          <w:rFonts w:hint="eastAsia"/>
        </w:rPr>
        <w:t xml:space="preserve">　　②海外に進出している日本企業のサポート</w:t>
      </w:r>
    </w:p>
    <w:p w:rsidR="006525DB" w:rsidRDefault="006525DB" w:rsidP="0013369B">
      <w:r>
        <w:rPr>
          <w:rFonts w:hint="eastAsia"/>
        </w:rPr>
        <w:t xml:space="preserve">　　③日本進出を狙う外資系企業のサポート</w:t>
      </w:r>
    </w:p>
    <w:p w:rsidR="006525DB" w:rsidRDefault="006525DB" w:rsidP="0013369B">
      <w:r>
        <w:rPr>
          <w:rFonts w:hint="eastAsia"/>
        </w:rPr>
        <w:t xml:space="preserve">　　④海外で独自にビジネスを展開</w:t>
      </w:r>
    </w:p>
    <w:p w:rsidR="006525DB" w:rsidRDefault="006525DB" w:rsidP="0013369B"/>
    <w:p w:rsidR="006525DB" w:rsidRDefault="006525DB" w:rsidP="0013369B">
      <w:r>
        <w:t>(2)</w:t>
      </w:r>
      <w:r>
        <w:rPr>
          <w:rFonts w:hint="eastAsia"/>
        </w:rPr>
        <w:t>グローバル</w:t>
      </w:r>
      <w:r>
        <w:t>EDI</w:t>
      </w:r>
      <w:r>
        <w:rPr>
          <w:rFonts w:hint="eastAsia"/>
        </w:rPr>
        <w:t>のニーズ調査</w:t>
      </w:r>
    </w:p>
    <w:p w:rsidR="006525DB" w:rsidRDefault="006525DB" w:rsidP="0013369B">
      <w:r>
        <w:rPr>
          <w:rFonts w:hint="eastAsia"/>
        </w:rPr>
        <w:t xml:space="preserve">　＊本当にグローバル</w:t>
      </w:r>
      <w:r>
        <w:t>EDI</w:t>
      </w:r>
      <w:r>
        <w:rPr>
          <w:rFonts w:hint="eastAsia"/>
        </w:rPr>
        <w:t>のニーズはあるのか？</w:t>
      </w:r>
    </w:p>
    <w:p w:rsidR="006525DB" w:rsidRDefault="006525DB" w:rsidP="0013369B">
      <w:r>
        <w:rPr>
          <w:rFonts w:hint="eastAsia"/>
        </w:rPr>
        <w:t xml:space="preserve">　　・現状を是とすると必要はない</w:t>
      </w:r>
    </w:p>
    <w:p w:rsidR="006525DB" w:rsidRDefault="006525DB" w:rsidP="0013369B">
      <w:r>
        <w:rPr>
          <w:rFonts w:hint="eastAsia"/>
        </w:rPr>
        <w:t xml:space="preserve">　　・</w:t>
      </w:r>
      <w:r>
        <w:t>30</w:t>
      </w:r>
      <w:r>
        <w:rPr>
          <w:rFonts w:hint="eastAsia"/>
        </w:rPr>
        <w:t>年前の日本国内</w:t>
      </w:r>
      <w:r>
        <w:t>EDI</w:t>
      </w:r>
      <w:r>
        <w:rPr>
          <w:rFonts w:hint="eastAsia"/>
        </w:rPr>
        <w:t>のニーズと同じではないか？</w:t>
      </w:r>
    </w:p>
    <w:p w:rsidR="006525DB" w:rsidRDefault="006525DB" w:rsidP="0013369B">
      <w:r>
        <w:rPr>
          <w:rFonts w:hint="eastAsia"/>
        </w:rPr>
        <w:t xml:space="preserve">　＊ヒアリング先は目的により対象部門が異なる</w:t>
      </w:r>
    </w:p>
    <w:p w:rsidR="006525DB" w:rsidRDefault="006525DB" w:rsidP="0013369B">
      <w:r>
        <w:rPr>
          <w:rFonts w:hint="eastAsia"/>
        </w:rPr>
        <w:t xml:space="preserve">　　・</w:t>
      </w:r>
      <w:r>
        <w:t>CEDI</w:t>
      </w:r>
      <w:r>
        <w:rPr>
          <w:rFonts w:hint="eastAsia"/>
        </w:rPr>
        <w:t>ではヒアリング先に応じた内容のヒアリングシートを作る。</w:t>
      </w:r>
    </w:p>
    <w:p w:rsidR="006525DB" w:rsidRDefault="006525DB" w:rsidP="0013369B">
      <w:r>
        <w:rPr>
          <w:rFonts w:hint="eastAsia"/>
        </w:rPr>
        <w:t xml:space="preserve">　　・技術的な内容は</w:t>
      </w:r>
      <w:r>
        <w:t>SIPS</w:t>
      </w:r>
      <w:r>
        <w:rPr>
          <w:rFonts w:hint="eastAsia"/>
        </w:rPr>
        <w:t>で受ける</w:t>
      </w:r>
    </w:p>
    <w:p w:rsidR="006525DB" w:rsidRDefault="006525DB" w:rsidP="0013369B"/>
    <w:p w:rsidR="006525DB" w:rsidRDefault="006525DB" w:rsidP="0013369B">
      <w:r>
        <w:t>(3)SIPS</w:t>
      </w:r>
      <w:r>
        <w:rPr>
          <w:rFonts w:hint="eastAsia"/>
        </w:rPr>
        <w:t>に加入するメリット　←　【藤野の勝手な思いつき】</w:t>
      </w:r>
    </w:p>
    <w:p w:rsidR="006525DB" w:rsidRDefault="006525DB" w:rsidP="0013369B">
      <w:r>
        <w:rPr>
          <w:rFonts w:hint="eastAsia"/>
        </w:rPr>
        <w:t xml:space="preserve">　＊</w:t>
      </w:r>
      <w:r>
        <w:t>IT</w:t>
      </w:r>
      <w:r>
        <w:rPr>
          <w:rFonts w:hint="eastAsia"/>
        </w:rPr>
        <w:t>ベンダーが独自に調査や事業展開をするより</w:t>
      </w:r>
      <w:r>
        <w:t>SIPS</w:t>
      </w:r>
      <w:r>
        <w:rPr>
          <w:rFonts w:hint="eastAsia"/>
        </w:rPr>
        <w:t>に加盟した方が</w:t>
      </w:r>
    </w:p>
    <w:p w:rsidR="006525DB" w:rsidRDefault="006525DB" w:rsidP="00C653B0">
      <w:pPr>
        <w:ind w:firstLineChars="200" w:firstLine="420"/>
      </w:pPr>
      <w:r>
        <w:rPr>
          <w:rFonts w:hint="eastAsia"/>
        </w:rPr>
        <w:t>メリットがあることを明確化</w:t>
      </w:r>
    </w:p>
    <w:p w:rsidR="006525DB" w:rsidRPr="00C653B0" w:rsidRDefault="006525DB" w:rsidP="00C653B0"/>
    <w:p w:rsidR="006525DB" w:rsidRDefault="006525DB" w:rsidP="0013369B"/>
    <w:p w:rsidR="006525DB" w:rsidRDefault="006525DB" w:rsidP="0013369B">
      <w:r>
        <w:rPr>
          <w:rFonts w:hint="eastAsia"/>
        </w:rPr>
        <w:t>２．海外との接続パターン</w:t>
      </w:r>
      <w:r>
        <w:t>[</w:t>
      </w:r>
      <w:r>
        <w:rPr>
          <w:rFonts w:hint="eastAsia"/>
        </w:rPr>
        <w:t>別紙参照</w:t>
      </w:r>
      <w:r>
        <w:t>]</w:t>
      </w:r>
    </w:p>
    <w:p w:rsidR="006525DB" w:rsidRDefault="006525DB" w:rsidP="0013369B">
      <w:r>
        <w:t>[</w:t>
      </w:r>
      <w:r>
        <w:rPr>
          <w:rFonts w:hint="eastAsia"/>
        </w:rPr>
        <w:t>前提</w:t>
      </w:r>
      <w:r>
        <w:t>]</w:t>
      </w:r>
    </w:p>
    <w:p w:rsidR="006525DB" w:rsidRDefault="006525DB" w:rsidP="0013369B">
      <w:r>
        <w:rPr>
          <w:rFonts w:hint="eastAsia"/>
        </w:rPr>
        <w:t>・国内企業と海外企業がビジネスをするための</w:t>
      </w:r>
      <w:r>
        <w:t>IT</w:t>
      </w:r>
      <w:r>
        <w:rPr>
          <w:rFonts w:hint="eastAsia"/>
        </w:rPr>
        <w:t>サポートを対象とする</w:t>
      </w:r>
    </w:p>
    <w:p w:rsidR="006525DB" w:rsidRDefault="006525DB" w:rsidP="0013369B">
      <w:r>
        <w:rPr>
          <w:rFonts w:hint="eastAsia"/>
        </w:rPr>
        <w:t>・海外企業とのビジネスサポートは対象外</w:t>
      </w:r>
    </w:p>
    <w:p w:rsidR="006525DB" w:rsidRDefault="006525DB" w:rsidP="0013369B"/>
    <w:p w:rsidR="006525DB" w:rsidRDefault="006525DB" w:rsidP="0013369B">
      <w:r>
        <w:t>(1)</w:t>
      </w:r>
      <w:r>
        <w:rPr>
          <w:rFonts w:hint="eastAsia"/>
        </w:rPr>
        <w:t>日本国内から海外に接続するためのパターン</w:t>
      </w:r>
    </w:p>
    <w:p w:rsidR="006525DB" w:rsidRDefault="006525DB" w:rsidP="0013369B"/>
    <w:p w:rsidR="006525DB" w:rsidRDefault="006525DB" w:rsidP="0013369B">
      <w:r>
        <w:rPr>
          <w:rFonts w:hint="eastAsia"/>
        </w:rPr>
        <w:t>＜</w:t>
      </w:r>
      <w:r>
        <w:t>8/8</w:t>
      </w:r>
      <w:r>
        <w:rPr>
          <w:rFonts w:hint="eastAsia"/>
        </w:rPr>
        <w:t>の話を藤野がもう少し細分化してみました。ご確認をお願いします＞</w:t>
      </w:r>
    </w:p>
    <w:p w:rsidR="006525DB" w:rsidRDefault="006525DB">
      <w:pPr>
        <w:widowControl/>
        <w:jc w:val="left"/>
      </w:pPr>
      <w:r>
        <w:br w:type="page"/>
      </w:r>
    </w:p>
    <w:p w:rsidR="006525DB" w:rsidRDefault="006525DB" w:rsidP="0013369B"/>
    <w:p w:rsidR="006525DB" w:rsidRDefault="006525DB" w:rsidP="0013369B">
      <w:r>
        <w:rPr>
          <w:rFonts w:hint="eastAsia"/>
        </w:rPr>
        <w:t xml:space="preserve">　　　</w:t>
      </w:r>
      <w:r>
        <w:t>[A]</w:t>
      </w:r>
      <w:r>
        <w:rPr>
          <w:rFonts w:hint="eastAsia"/>
        </w:rPr>
        <w:t>：自社の責任範囲（自社内・自社センター内）</w:t>
      </w:r>
    </w:p>
    <w:p w:rsidR="006525DB" w:rsidRDefault="006525DB" w:rsidP="0013369B">
      <w:r>
        <w:rPr>
          <w:rFonts w:hint="eastAsia"/>
        </w:rPr>
        <w:t xml:space="preserve">　　　</w:t>
      </w:r>
      <w:r>
        <w:t>[B]</w:t>
      </w:r>
      <w:r>
        <w:rPr>
          <w:rFonts w:hint="eastAsia"/>
        </w:rPr>
        <w:t>：自社専用のアウトソーシング（外部管理のデータセンター等）</w:t>
      </w:r>
    </w:p>
    <w:p w:rsidR="006525DB" w:rsidRDefault="006525DB" w:rsidP="0013369B">
      <w:r>
        <w:rPr>
          <w:rFonts w:hint="eastAsia"/>
        </w:rPr>
        <w:t xml:space="preserve">　　　</w:t>
      </w:r>
      <w:r>
        <w:t>[C]</w:t>
      </w:r>
      <w:r>
        <w:rPr>
          <w:rFonts w:hint="eastAsia"/>
        </w:rPr>
        <w:t>：外部サービス利用（汎用</w:t>
      </w:r>
      <w:r>
        <w:t>ASP</w:t>
      </w:r>
      <w:r>
        <w:rPr>
          <w:rFonts w:hint="eastAsia"/>
        </w:rPr>
        <w:t>サービス）</w:t>
      </w:r>
    </w:p>
    <w:p w:rsidR="006525DB" w:rsidRDefault="006525DB" w:rsidP="0013369B"/>
    <w:p w:rsidR="006525DB" w:rsidRDefault="006525DB" w:rsidP="00803764">
      <w:pPr>
        <w:pStyle w:val="ListParagraph"/>
        <w:numPr>
          <w:ilvl w:val="0"/>
          <w:numId w:val="1"/>
        </w:numPr>
        <w:ind w:leftChars="0"/>
      </w:pPr>
      <w:r>
        <w:t>[A]</w:t>
      </w:r>
      <w:r>
        <w:rPr>
          <w:rFonts w:hint="eastAsia"/>
        </w:rPr>
        <w:t>業務システム</w:t>
      </w:r>
      <w:r>
        <w:t>[A]EDI</w:t>
      </w:r>
      <w:r>
        <w:rPr>
          <w:rFonts w:hint="eastAsia"/>
        </w:rPr>
        <w:t>システム→海外接続（直接</w:t>
      </w:r>
      <w:r>
        <w:t>orVAN</w:t>
      </w:r>
      <w:r>
        <w:rPr>
          <w:rFonts w:hint="eastAsia"/>
        </w:rPr>
        <w:t>経由）</w:t>
      </w:r>
    </w:p>
    <w:p w:rsidR="006525DB" w:rsidRDefault="006525DB" w:rsidP="0013369B">
      <w:r>
        <w:rPr>
          <w:rFonts w:hint="eastAsia"/>
        </w:rPr>
        <w:t xml:space="preserve">　　　自社で社内業務システムも</w:t>
      </w:r>
      <w:r>
        <w:t>EDI</w:t>
      </w:r>
      <w:r>
        <w:rPr>
          <w:rFonts w:hint="eastAsia"/>
        </w:rPr>
        <w:t>システムも持ち自社で運用をしている</w:t>
      </w:r>
    </w:p>
    <w:p w:rsidR="006525DB" w:rsidRDefault="006525DB" w:rsidP="0013369B">
      <w:r>
        <w:rPr>
          <w:rFonts w:hint="eastAsia"/>
        </w:rPr>
        <w:t xml:space="preserve">　②</w:t>
      </w:r>
      <w:r>
        <w:t>[A]</w:t>
      </w:r>
      <w:r>
        <w:rPr>
          <w:rFonts w:hint="eastAsia"/>
        </w:rPr>
        <w:t>業務システム→</w:t>
      </w:r>
      <w:r>
        <w:t>[B]EDI</w:t>
      </w:r>
      <w:r>
        <w:rPr>
          <w:rFonts w:hint="eastAsia"/>
        </w:rPr>
        <w:t>システム→海外接続（直接</w:t>
      </w:r>
      <w:r>
        <w:t>orVAN</w:t>
      </w:r>
      <w:r>
        <w:rPr>
          <w:rFonts w:hint="eastAsia"/>
        </w:rPr>
        <w:t>経由）</w:t>
      </w:r>
    </w:p>
    <w:p w:rsidR="006525DB" w:rsidRDefault="006525DB" w:rsidP="0013369B">
      <w:r>
        <w:rPr>
          <w:rFonts w:hint="eastAsia"/>
        </w:rPr>
        <w:t xml:space="preserve">　　　自社で業務システムを持ち、</w:t>
      </w:r>
      <w:r>
        <w:t>EDI</w:t>
      </w:r>
      <w:r>
        <w:rPr>
          <w:rFonts w:hint="eastAsia"/>
        </w:rPr>
        <w:t>システムは外部に自社専用アウトソースしている</w:t>
      </w:r>
    </w:p>
    <w:p w:rsidR="006525DB" w:rsidRDefault="006525DB" w:rsidP="00803764">
      <w:pPr>
        <w:pStyle w:val="ListParagraph"/>
        <w:numPr>
          <w:ilvl w:val="0"/>
          <w:numId w:val="1"/>
        </w:numPr>
        <w:ind w:leftChars="0"/>
      </w:pPr>
      <w:r>
        <w:t>[A]</w:t>
      </w:r>
      <w:r>
        <w:rPr>
          <w:rFonts w:hint="eastAsia"/>
        </w:rPr>
        <w:t>業務システム→</w:t>
      </w:r>
      <w:r>
        <w:t>[C]EDI</w:t>
      </w:r>
      <w:r>
        <w:rPr>
          <w:rFonts w:hint="eastAsia"/>
        </w:rPr>
        <w:t>システム→海外接続（直接</w:t>
      </w:r>
      <w:r>
        <w:t>orVAN</w:t>
      </w:r>
      <w:r>
        <w:rPr>
          <w:rFonts w:hint="eastAsia"/>
        </w:rPr>
        <w:t>経由）</w:t>
      </w:r>
    </w:p>
    <w:p w:rsidR="006525DB" w:rsidRDefault="006525DB" w:rsidP="0013369B">
      <w:r>
        <w:rPr>
          <w:rFonts w:hint="eastAsia"/>
        </w:rPr>
        <w:t xml:space="preserve">　　　自社で業務システムを持ち、</w:t>
      </w:r>
      <w:r>
        <w:t>EDI</w:t>
      </w:r>
      <w:r>
        <w:rPr>
          <w:rFonts w:hint="eastAsia"/>
        </w:rPr>
        <w:t>システムは外部の汎用</w:t>
      </w:r>
      <w:r>
        <w:t>ASP</w:t>
      </w:r>
      <w:r>
        <w:rPr>
          <w:rFonts w:hint="eastAsia"/>
        </w:rPr>
        <w:t>システムを利用している</w:t>
      </w:r>
    </w:p>
    <w:p w:rsidR="006525DB" w:rsidRDefault="006525DB" w:rsidP="0013369B">
      <w:r>
        <w:rPr>
          <w:rFonts w:hint="eastAsia"/>
        </w:rPr>
        <w:t xml:space="preserve">　④</w:t>
      </w:r>
      <w:r>
        <w:t>[B]</w:t>
      </w:r>
      <w:r>
        <w:rPr>
          <w:rFonts w:hint="eastAsia"/>
        </w:rPr>
        <w:t>業務システム</w:t>
      </w:r>
      <w:r>
        <w:t>[B]EDI</w:t>
      </w:r>
      <w:r>
        <w:rPr>
          <w:rFonts w:hint="eastAsia"/>
        </w:rPr>
        <w:t>システム→海外接続（直接</w:t>
      </w:r>
      <w:r>
        <w:t>orVAN</w:t>
      </w:r>
      <w:r>
        <w:rPr>
          <w:rFonts w:hint="eastAsia"/>
        </w:rPr>
        <w:t>経由）</w:t>
      </w:r>
    </w:p>
    <w:p w:rsidR="006525DB" w:rsidRDefault="006525DB" w:rsidP="0013369B">
      <w:r>
        <w:rPr>
          <w:rFonts w:hint="eastAsia"/>
        </w:rPr>
        <w:t xml:space="preserve">　　　業務システム・</w:t>
      </w:r>
      <w:r>
        <w:t>EDI</w:t>
      </w:r>
      <w:r>
        <w:rPr>
          <w:rFonts w:hint="eastAsia"/>
        </w:rPr>
        <w:t>システムとも外部に自社専用ストソースしている</w:t>
      </w:r>
    </w:p>
    <w:p w:rsidR="006525DB" w:rsidRDefault="006525DB" w:rsidP="0013369B">
      <w:r>
        <w:rPr>
          <w:rFonts w:hint="eastAsia"/>
        </w:rPr>
        <w:t xml:space="preserve">　⑤</w:t>
      </w:r>
      <w:r>
        <w:t>[B]</w:t>
      </w:r>
      <w:r>
        <w:rPr>
          <w:rFonts w:hint="eastAsia"/>
        </w:rPr>
        <w:t>業務システム→</w:t>
      </w:r>
      <w:r>
        <w:t>[B]EDI</w:t>
      </w:r>
      <w:r>
        <w:rPr>
          <w:rFonts w:hint="eastAsia"/>
        </w:rPr>
        <w:t>システム→海外接続（直接</w:t>
      </w:r>
      <w:r>
        <w:t>orVAN</w:t>
      </w:r>
      <w:r>
        <w:rPr>
          <w:rFonts w:hint="eastAsia"/>
        </w:rPr>
        <w:t>経由）</w:t>
      </w:r>
    </w:p>
    <w:p w:rsidR="006525DB" w:rsidRDefault="006525DB" w:rsidP="0013369B">
      <w:r>
        <w:rPr>
          <w:rFonts w:hint="eastAsia"/>
        </w:rPr>
        <w:t xml:space="preserve">　　　業務システム・</w:t>
      </w:r>
      <w:r>
        <w:t>EDI</w:t>
      </w:r>
      <w:r>
        <w:rPr>
          <w:rFonts w:hint="eastAsia"/>
        </w:rPr>
        <w:t>システムとも外部に自社専用アウトソースしているが</w:t>
      </w:r>
    </w:p>
    <w:p w:rsidR="006525DB" w:rsidRDefault="006525DB" w:rsidP="0013369B">
      <w:r>
        <w:rPr>
          <w:rFonts w:hint="eastAsia"/>
        </w:rPr>
        <w:t xml:space="preserve">　　　異なるベンダーで、システム間はネットワーク接続されている</w:t>
      </w:r>
    </w:p>
    <w:p w:rsidR="006525DB" w:rsidRDefault="006525DB" w:rsidP="0013369B">
      <w:r>
        <w:rPr>
          <w:rFonts w:hint="eastAsia"/>
        </w:rPr>
        <w:t xml:space="preserve">　⑥</w:t>
      </w:r>
      <w:r>
        <w:t>[B]</w:t>
      </w:r>
      <w:r>
        <w:rPr>
          <w:rFonts w:hint="eastAsia"/>
        </w:rPr>
        <w:t>業務システム→</w:t>
      </w:r>
      <w:r>
        <w:t>[C]EDI</w:t>
      </w:r>
      <w:r>
        <w:rPr>
          <w:rFonts w:hint="eastAsia"/>
        </w:rPr>
        <w:t>システム→海外接続（直接</w:t>
      </w:r>
      <w:r>
        <w:t>orVAN</w:t>
      </w:r>
      <w:r>
        <w:rPr>
          <w:rFonts w:hint="eastAsia"/>
        </w:rPr>
        <w:t>経由）</w:t>
      </w:r>
    </w:p>
    <w:p w:rsidR="006525DB" w:rsidRDefault="006525DB" w:rsidP="0013369B">
      <w:r>
        <w:rPr>
          <w:rFonts w:hint="eastAsia"/>
        </w:rPr>
        <w:t xml:space="preserve">　　　業務システムは外部に自社専用アウトソースしているが、</w:t>
      </w:r>
      <w:r>
        <w:t>EDI</w:t>
      </w:r>
      <w:r>
        <w:rPr>
          <w:rFonts w:hint="eastAsia"/>
        </w:rPr>
        <w:t>システムは外部の</w:t>
      </w:r>
    </w:p>
    <w:p w:rsidR="006525DB" w:rsidRDefault="006525DB" w:rsidP="0013369B">
      <w:r>
        <w:rPr>
          <w:rFonts w:hint="eastAsia"/>
        </w:rPr>
        <w:t xml:space="preserve">　　　汎用</w:t>
      </w:r>
      <w:r>
        <w:t>ASP</w:t>
      </w:r>
      <w:r>
        <w:rPr>
          <w:rFonts w:hint="eastAsia"/>
        </w:rPr>
        <w:t>システムを利用している</w:t>
      </w:r>
    </w:p>
    <w:p w:rsidR="006525DB" w:rsidRDefault="006525DB" w:rsidP="0013369B">
      <w:r>
        <w:rPr>
          <w:rFonts w:hint="eastAsia"/>
        </w:rPr>
        <w:t xml:space="preserve">　⑦</w:t>
      </w:r>
      <w:r>
        <w:t>[C]</w:t>
      </w:r>
      <w:r>
        <w:rPr>
          <w:rFonts w:hint="eastAsia"/>
        </w:rPr>
        <w:t>業務システム</w:t>
      </w:r>
      <w:r>
        <w:t>[C]EDI</w:t>
      </w:r>
      <w:r>
        <w:rPr>
          <w:rFonts w:hint="eastAsia"/>
        </w:rPr>
        <w:t>システム→海外接続（直接</w:t>
      </w:r>
      <w:r>
        <w:t>orVAN</w:t>
      </w:r>
      <w:r>
        <w:rPr>
          <w:rFonts w:hint="eastAsia"/>
        </w:rPr>
        <w:t>経由）</w:t>
      </w:r>
    </w:p>
    <w:p w:rsidR="006525DB" w:rsidRDefault="006525DB" w:rsidP="0013369B">
      <w:r>
        <w:rPr>
          <w:rFonts w:hint="eastAsia"/>
        </w:rPr>
        <w:t xml:space="preserve">　　　業務システムも</w:t>
      </w:r>
      <w:r>
        <w:t>EDI</w:t>
      </w:r>
      <w:r>
        <w:rPr>
          <w:rFonts w:hint="eastAsia"/>
        </w:rPr>
        <w:t>システムも外部の同一汎用</w:t>
      </w:r>
      <w:r>
        <w:t>ASP</w:t>
      </w:r>
      <w:r>
        <w:rPr>
          <w:rFonts w:hint="eastAsia"/>
        </w:rPr>
        <w:t>を利用している</w:t>
      </w:r>
    </w:p>
    <w:p w:rsidR="006525DB" w:rsidRDefault="006525DB" w:rsidP="0013369B">
      <w:r>
        <w:rPr>
          <w:rFonts w:hint="eastAsia"/>
        </w:rPr>
        <w:t xml:space="preserve">　⑧</w:t>
      </w:r>
      <w:r>
        <w:t>[C]</w:t>
      </w:r>
      <w:r>
        <w:rPr>
          <w:rFonts w:hint="eastAsia"/>
        </w:rPr>
        <w:t>業務システム→</w:t>
      </w:r>
      <w:r>
        <w:t>[C]EDI</w:t>
      </w:r>
      <w:r>
        <w:rPr>
          <w:rFonts w:hint="eastAsia"/>
        </w:rPr>
        <w:t>システム→海外接続（直接</w:t>
      </w:r>
      <w:r>
        <w:t>orVAN</w:t>
      </w:r>
      <w:r>
        <w:rPr>
          <w:rFonts w:hint="eastAsia"/>
        </w:rPr>
        <w:t>経由）</w:t>
      </w:r>
    </w:p>
    <w:p w:rsidR="006525DB" w:rsidRDefault="006525DB" w:rsidP="0013369B">
      <w:r>
        <w:rPr>
          <w:rFonts w:hint="eastAsia"/>
        </w:rPr>
        <w:t xml:space="preserve">　　　業務システムも</w:t>
      </w:r>
      <w:r>
        <w:t>EDI</w:t>
      </w:r>
      <w:r>
        <w:rPr>
          <w:rFonts w:hint="eastAsia"/>
        </w:rPr>
        <w:t>システムも外部の汎用</w:t>
      </w:r>
      <w:r>
        <w:t>ASP</w:t>
      </w:r>
      <w:r>
        <w:rPr>
          <w:rFonts w:hint="eastAsia"/>
        </w:rPr>
        <w:t>システムを利用するが</w:t>
      </w:r>
    </w:p>
    <w:p w:rsidR="006525DB" w:rsidRDefault="006525DB" w:rsidP="0013369B">
      <w:r>
        <w:rPr>
          <w:rFonts w:hint="eastAsia"/>
        </w:rPr>
        <w:t xml:space="preserve">　　　異なるベンダーで、システム間はネットワーク接続されている</w:t>
      </w:r>
    </w:p>
    <w:p w:rsidR="006525DB" w:rsidRDefault="006525DB" w:rsidP="0013369B"/>
    <w:p w:rsidR="006525DB" w:rsidRDefault="006525DB" w:rsidP="0013369B">
      <w:r>
        <w:t>(2)</w:t>
      </w:r>
      <w:r>
        <w:rPr>
          <w:rFonts w:hint="eastAsia"/>
        </w:rPr>
        <w:t>海外での接続パターン</w:t>
      </w:r>
    </w:p>
    <w:p w:rsidR="006525DB" w:rsidRDefault="006525DB" w:rsidP="0013369B">
      <w:r>
        <w:rPr>
          <w:rFonts w:hint="eastAsia"/>
        </w:rPr>
        <w:t xml:space="preserve">　＊海外企業は、必ず</w:t>
      </w:r>
      <w:r>
        <w:t>EDI</w:t>
      </w:r>
      <w:r>
        <w:rPr>
          <w:rFonts w:hint="eastAsia"/>
        </w:rPr>
        <w:t>システムを特定の</w:t>
      </w:r>
      <w:r>
        <w:t>EDI</w:t>
      </w:r>
      <w:r>
        <w:rPr>
          <w:rFonts w:hint="eastAsia"/>
        </w:rPr>
        <w:t>ベンダーにアウトソースし、</w:t>
      </w:r>
    </w:p>
    <w:p w:rsidR="006525DB" w:rsidRDefault="006525DB" w:rsidP="0013369B">
      <w:r>
        <w:rPr>
          <w:rFonts w:hint="eastAsia"/>
        </w:rPr>
        <w:t xml:space="preserve">　　直接自社システムから他企業と</w:t>
      </w:r>
      <w:r>
        <w:t>EDI</w:t>
      </w:r>
      <w:r>
        <w:rPr>
          <w:rFonts w:hint="eastAsia"/>
        </w:rPr>
        <w:t>を行うことはないという前提</w:t>
      </w:r>
    </w:p>
    <w:p w:rsidR="006525DB" w:rsidRDefault="006525DB" w:rsidP="0013369B">
      <w:r>
        <w:rPr>
          <w:rFonts w:hint="eastAsia"/>
        </w:rPr>
        <w:t xml:space="preserve">　＊ただし、相手先との関係から別の</w:t>
      </w:r>
      <w:r>
        <w:t>VAN</w:t>
      </w:r>
      <w:r>
        <w:rPr>
          <w:rFonts w:hint="eastAsia"/>
        </w:rPr>
        <w:t>会社経由というパターンはある</w:t>
      </w:r>
    </w:p>
    <w:p w:rsidR="006525DB" w:rsidRDefault="006525DB" w:rsidP="0013369B"/>
    <w:p w:rsidR="006525DB" w:rsidRDefault="006525DB" w:rsidP="0013369B"/>
    <w:p w:rsidR="006525DB" w:rsidRDefault="006525DB" w:rsidP="00803764">
      <w:pPr>
        <w:pStyle w:val="Closing"/>
      </w:pPr>
      <w:r>
        <w:rPr>
          <w:rFonts w:hint="eastAsia"/>
        </w:rPr>
        <w:t>以上</w:t>
      </w:r>
    </w:p>
    <w:sectPr w:rsidR="006525DB" w:rsidSect="00B3302F">
      <w:headerReference w:type="default" r:id="rId7"/>
      <w:footerReference w:type="default" r:id="rId8"/>
      <w:pgSz w:w="11906" w:h="16838" w:code="9"/>
      <w:pgMar w:top="1418" w:right="1134" w:bottom="1418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5DB" w:rsidRDefault="006525DB" w:rsidP="00803764">
      <w:r>
        <w:separator/>
      </w:r>
    </w:p>
  </w:endnote>
  <w:endnote w:type="continuationSeparator" w:id="0">
    <w:p w:rsidR="006525DB" w:rsidRDefault="006525DB" w:rsidP="00803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5DB" w:rsidRDefault="006525DB">
    <w:pPr>
      <w:pStyle w:val="Footer"/>
      <w:jc w:val="center"/>
    </w:pPr>
    <w:fldSimple w:instr=" PAGE   \* MERGEFORMAT ">
      <w:r w:rsidRPr="00F47F63">
        <w:rPr>
          <w:noProof/>
          <w:lang w:val="ja-JP"/>
        </w:rPr>
        <w:t>2</w:t>
      </w:r>
    </w:fldSimple>
  </w:p>
  <w:p w:rsidR="006525DB" w:rsidRDefault="006525DB" w:rsidP="00803764">
    <w:pPr>
      <w:pStyle w:val="Footer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5DB" w:rsidRDefault="006525DB" w:rsidP="00803764">
      <w:r>
        <w:separator/>
      </w:r>
    </w:p>
  </w:footnote>
  <w:footnote w:type="continuationSeparator" w:id="0">
    <w:p w:rsidR="006525DB" w:rsidRDefault="006525DB" w:rsidP="008037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5DB" w:rsidRDefault="006525DB" w:rsidP="00F47F63">
    <w:pPr>
      <w:pStyle w:val="Header"/>
      <w:jc w:val="right"/>
    </w:pPr>
    <w:r>
      <w:t>MSG 2012-2-03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618"/>
    <w:multiLevelType w:val="hybridMultilevel"/>
    <w:tmpl w:val="B15E0DF8"/>
    <w:lvl w:ilvl="0" w:tplc="BAC49D14">
      <w:start w:val="1"/>
      <w:numFmt w:val="decimalEnclosedCircle"/>
      <w:lvlText w:val="%1"/>
      <w:lvlJc w:val="left"/>
      <w:pPr>
        <w:ind w:left="5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840"/>
  <w:drawingGridHorizontalSpacing w:val="105"/>
  <w:drawingGridVerticalSpacing w:val="31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A0B"/>
    <w:rsid w:val="00111119"/>
    <w:rsid w:val="0013369B"/>
    <w:rsid w:val="001B54F0"/>
    <w:rsid w:val="006525DB"/>
    <w:rsid w:val="00695A0B"/>
    <w:rsid w:val="006F7B5F"/>
    <w:rsid w:val="007F03AE"/>
    <w:rsid w:val="007F712A"/>
    <w:rsid w:val="00803764"/>
    <w:rsid w:val="00B3302F"/>
    <w:rsid w:val="00B57A26"/>
    <w:rsid w:val="00C653B0"/>
    <w:rsid w:val="00EC309B"/>
    <w:rsid w:val="00F4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11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rsid w:val="00695A0B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695A0B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13369B"/>
    <w:pPr>
      <w:jc w:val="right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1336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F03AE"/>
    <w:rPr>
      <w:rFonts w:ascii="Arial" w:eastAsia="ＭＳ ゴシック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03AE"/>
    <w:rPr>
      <w:rFonts w:ascii="Arial" w:eastAsia="ＭＳ ゴシック" w:hAnsi="Arial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803764"/>
    <w:pPr>
      <w:ind w:leftChars="400" w:left="840"/>
    </w:pPr>
  </w:style>
  <w:style w:type="paragraph" w:styleId="Header">
    <w:name w:val="header"/>
    <w:basedOn w:val="Normal"/>
    <w:link w:val="HeaderChar"/>
    <w:uiPriority w:val="99"/>
    <w:semiHidden/>
    <w:rsid w:val="0080376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376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0376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03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2</Pages>
  <Words>251</Words>
  <Characters>1434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fujino</dc:creator>
  <cp:keywords/>
  <dc:description/>
  <cp:lastModifiedBy>Sugamata</cp:lastModifiedBy>
  <cp:revision>6</cp:revision>
  <cp:lastPrinted>2012-09-25T14:03:00Z</cp:lastPrinted>
  <dcterms:created xsi:type="dcterms:W3CDTF">2012-08-13T05:01:00Z</dcterms:created>
  <dcterms:modified xsi:type="dcterms:W3CDTF">2012-09-25T14:03:00Z</dcterms:modified>
</cp:coreProperties>
</file>